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626F7E" w:rsidTr="008B49EB">
        <w:trPr>
          <w:cantSplit/>
          <w:jc w:val="center"/>
        </w:trPr>
        <w:tc>
          <w:tcPr>
            <w:tcW w:w="10264" w:type="dxa"/>
          </w:tcPr>
          <w:p w:rsidR="00626F7E" w:rsidRDefault="0075235B" w:rsidP="008B49EB">
            <w:pPr>
              <w:jc w:val="center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05525" cy="13430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26F7E" w:rsidRDefault="00626F7E" w:rsidP="00FA2F7F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0"/>
        <w:gridCol w:w="5125"/>
      </w:tblGrid>
      <w:tr w:rsidR="0075235B" w:rsidTr="0075235B">
        <w:tc>
          <w:tcPr>
            <w:tcW w:w="5210" w:type="dxa"/>
          </w:tcPr>
          <w:p w:rsidR="0075235B" w:rsidRDefault="0075235B" w:rsidP="00FA2F7F"/>
        </w:tc>
        <w:tc>
          <w:tcPr>
            <w:tcW w:w="5211" w:type="dxa"/>
          </w:tcPr>
          <w:p w:rsidR="0075235B" w:rsidRDefault="0075235B" w:rsidP="0075235B">
            <w:r>
              <w:t xml:space="preserve">Заместителю Премьер-министра Республики Татарстан, </w:t>
            </w:r>
          </w:p>
          <w:p w:rsidR="00C40FDC" w:rsidRDefault="0075235B" w:rsidP="0075235B">
            <w:r>
              <w:t xml:space="preserve">министру образования и науки </w:t>
            </w:r>
          </w:p>
          <w:p w:rsidR="0075235B" w:rsidRDefault="0075235B" w:rsidP="0075235B">
            <w:r>
              <w:t>Республики Татарстан</w:t>
            </w:r>
          </w:p>
          <w:p w:rsidR="0075235B" w:rsidRDefault="000B2551" w:rsidP="0075235B">
            <w:r>
              <w:t>Р</w:t>
            </w:r>
            <w:r w:rsidR="0075235B">
              <w:t>.</w:t>
            </w:r>
            <w:r>
              <w:t>Т</w:t>
            </w:r>
            <w:r w:rsidR="0075235B">
              <w:t xml:space="preserve">. </w:t>
            </w:r>
            <w:r w:rsidRPr="000B2551">
              <w:t>Бурганов</w:t>
            </w:r>
            <w:r>
              <w:t>у</w:t>
            </w:r>
          </w:p>
        </w:tc>
      </w:tr>
    </w:tbl>
    <w:p w:rsidR="00BD762B" w:rsidRDefault="00BD762B" w:rsidP="00FA2F7F"/>
    <w:p w:rsidR="0075235B" w:rsidRDefault="0075235B" w:rsidP="00FA2F7F"/>
    <w:p w:rsidR="0075235B" w:rsidRDefault="0075235B" w:rsidP="0075235B">
      <w:pPr>
        <w:jc w:val="center"/>
      </w:pPr>
      <w:r>
        <w:t xml:space="preserve">Уважаемый </w:t>
      </w:r>
      <w:r w:rsidR="000B2551" w:rsidRPr="000B2551">
        <w:t>Рафис Тимерханович</w:t>
      </w:r>
      <w:r>
        <w:t>!</w:t>
      </w:r>
    </w:p>
    <w:p w:rsidR="0075235B" w:rsidRDefault="0075235B" w:rsidP="0075235B"/>
    <w:p w:rsidR="0075235B" w:rsidRDefault="0075235B" w:rsidP="000B2551">
      <w:pPr>
        <w:jc w:val="both"/>
      </w:pPr>
      <w:r>
        <w:tab/>
      </w:r>
      <w:r w:rsidR="000B2551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0B2551">
        <w:br/>
        <w:t>в 2018 году.</w:t>
      </w:r>
    </w:p>
    <w:p w:rsidR="000A1E64" w:rsidRDefault="000A1E64" w:rsidP="000B2551">
      <w:pPr>
        <w:jc w:val="both"/>
      </w:pPr>
      <w:r>
        <w:tab/>
      </w:r>
      <w:r w:rsidR="000B2551" w:rsidRPr="000B2551">
        <w:t xml:space="preserve">Просим </w:t>
      </w:r>
      <w:r w:rsidR="000B2551">
        <w:t>оказать поддержку в распространении данного бюллетеня.</w:t>
      </w:r>
    </w:p>
    <w:p w:rsidR="000B2551" w:rsidRDefault="000B2551" w:rsidP="000B2551">
      <w:pPr>
        <w:jc w:val="both"/>
      </w:pPr>
    </w:p>
    <w:p w:rsidR="0075235B" w:rsidRDefault="0075235B" w:rsidP="000A1E64">
      <w:pPr>
        <w:ind w:firstLine="708"/>
        <w:jc w:val="both"/>
      </w:pPr>
      <w:r>
        <w:t xml:space="preserve">Приложение: </w:t>
      </w:r>
      <w:r w:rsidR="00321009">
        <w:t xml:space="preserve">на </w:t>
      </w:r>
      <w:r w:rsidR="000B2551">
        <w:t>68</w:t>
      </w:r>
      <w:r w:rsidR="000A1E64">
        <w:t xml:space="preserve"> л. в 1 экз.</w:t>
      </w:r>
    </w:p>
    <w:p w:rsidR="0075235B" w:rsidRDefault="0075235B" w:rsidP="0075235B">
      <w:pPr>
        <w:jc w:val="both"/>
      </w:pPr>
    </w:p>
    <w:p w:rsidR="0075235B" w:rsidRDefault="0075235B" w:rsidP="0075235B">
      <w:pPr>
        <w:jc w:val="both"/>
      </w:pPr>
    </w:p>
    <w:p w:rsidR="0075235B" w:rsidRDefault="0075235B" w:rsidP="0075235B">
      <w:pPr>
        <w:jc w:val="both"/>
      </w:pPr>
      <w:r>
        <w:t>Председатель</w:t>
      </w:r>
    </w:p>
    <w:p w:rsidR="0075235B" w:rsidRDefault="0075235B" w:rsidP="0075235B">
      <w:pPr>
        <w:jc w:val="both"/>
      </w:pPr>
      <w:r>
        <w:t>Общественной молодежной палаты                                                 И.И. Суфияров</w:t>
      </w:r>
    </w:p>
    <w:p w:rsidR="0075235B" w:rsidRDefault="0075235B" w:rsidP="0075235B"/>
    <w:p w:rsidR="00702595" w:rsidRDefault="00702595" w:rsidP="0075235B"/>
    <w:p w:rsidR="00321009" w:rsidRDefault="00321009" w:rsidP="0075235B"/>
    <w:p w:rsidR="00321009" w:rsidRDefault="00321009" w:rsidP="0075235B"/>
    <w:p w:rsidR="00321009" w:rsidRDefault="00321009" w:rsidP="0075235B"/>
    <w:p w:rsidR="00321009" w:rsidRDefault="00321009" w:rsidP="0075235B"/>
    <w:p w:rsidR="000B2551" w:rsidRDefault="000B2551" w:rsidP="0075235B"/>
    <w:p w:rsidR="00321009" w:rsidRDefault="00321009" w:rsidP="0075235B"/>
    <w:p w:rsidR="00321009" w:rsidRDefault="00321009" w:rsidP="0075235B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93"/>
      </w:tblGrid>
      <w:tr w:rsidR="00321009" w:rsidTr="00321009">
        <w:tc>
          <w:tcPr>
            <w:tcW w:w="5812" w:type="dxa"/>
          </w:tcPr>
          <w:p w:rsidR="00321009" w:rsidRDefault="00321009" w:rsidP="0097513C"/>
        </w:tc>
        <w:tc>
          <w:tcPr>
            <w:tcW w:w="4393" w:type="dxa"/>
          </w:tcPr>
          <w:p w:rsidR="00321009" w:rsidRDefault="00321009" w:rsidP="0097513C">
            <w:r>
              <w:t xml:space="preserve">Министру </w:t>
            </w:r>
            <w:r w:rsidRPr="00321009">
              <w:t>здравоохранения Республики Татарстан</w:t>
            </w:r>
          </w:p>
          <w:p w:rsidR="00321009" w:rsidRDefault="00321009" w:rsidP="0097513C">
            <w:r>
              <w:t>А.Ю. Вафину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 Адель Юнусович!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321009" w:rsidRDefault="00321009" w:rsidP="00A9351C">
      <w:pPr>
        <w:jc w:val="both"/>
      </w:pPr>
    </w:p>
    <w:p w:rsidR="00321009" w:rsidRDefault="00321009" w:rsidP="00321009">
      <w:pPr>
        <w:jc w:val="both"/>
      </w:pPr>
    </w:p>
    <w:p w:rsidR="00321009" w:rsidRDefault="00321009" w:rsidP="00321009">
      <w:pPr>
        <w:jc w:val="both"/>
      </w:pPr>
      <w:r>
        <w:t>Председатель</w:t>
      </w:r>
    </w:p>
    <w:p w:rsidR="00321009" w:rsidRDefault="00321009" w:rsidP="00321009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321009"/>
    <w:p w:rsidR="00321009" w:rsidRDefault="00321009" w:rsidP="00321009"/>
    <w:p w:rsidR="00A9351C" w:rsidRDefault="00A9351C" w:rsidP="00321009"/>
    <w:p w:rsidR="00A9351C" w:rsidRDefault="00A9351C" w:rsidP="00321009"/>
    <w:p w:rsidR="00A9351C" w:rsidRDefault="00A9351C" w:rsidP="00321009"/>
    <w:p w:rsidR="00A9351C" w:rsidRDefault="00A9351C" w:rsidP="00321009"/>
    <w:p w:rsidR="00A9351C" w:rsidRDefault="00A9351C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4676"/>
      </w:tblGrid>
      <w:tr w:rsidR="00321009" w:rsidTr="00C975A2">
        <w:tc>
          <w:tcPr>
            <w:tcW w:w="5529" w:type="dxa"/>
          </w:tcPr>
          <w:p w:rsidR="00321009" w:rsidRDefault="00321009" w:rsidP="0097513C"/>
        </w:tc>
        <w:tc>
          <w:tcPr>
            <w:tcW w:w="4676" w:type="dxa"/>
          </w:tcPr>
          <w:p w:rsidR="00C975A2" w:rsidRDefault="00C975A2" w:rsidP="0097513C">
            <w:r>
              <w:t>М</w:t>
            </w:r>
            <w:r w:rsidR="00321009">
              <w:t xml:space="preserve">инистру </w:t>
            </w:r>
            <w:r w:rsidRPr="00C975A2">
              <w:t xml:space="preserve">земельных и имущественных отношений Республики Татарстан </w:t>
            </w:r>
          </w:p>
          <w:p w:rsidR="00321009" w:rsidRDefault="00C975A2" w:rsidP="00C975A2">
            <w:r>
              <w:t>А.К.</w:t>
            </w:r>
            <w:r w:rsidR="00321009">
              <w:t xml:space="preserve"> </w:t>
            </w:r>
            <w:r w:rsidRPr="00C975A2">
              <w:t>Хамаев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C975A2" w:rsidRPr="00C975A2">
        <w:t xml:space="preserve"> Азат Киямович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321009" w:rsidRDefault="00321009" w:rsidP="00A9351C">
      <w:pPr>
        <w:jc w:val="both"/>
      </w:pPr>
    </w:p>
    <w:p w:rsidR="00321009" w:rsidRDefault="00321009" w:rsidP="00321009">
      <w:pPr>
        <w:jc w:val="both"/>
      </w:pPr>
    </w:p>
    <w:p w:rsidR="00321009" w:rsidRDefault="00321009" w:rsidP="00321009">
      <w:pPr>
        <w:jc w:val="both"/>
      </w:pPr>
      <w:r>
        <w:t>Председатель</w:t>
      </w:r>
    </w:p>
    <w:p w:rsidR="00321009" w:rsidRDefault="00321009" w:rsidP="00321009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A9351C" w:rsidRDefault="00A9351C" w:rsidP="00321009"/>
    <w:p w:rsidR="00A9351C" w:rsidRDefault="00A9351C" w:rsidP="00321009"/>
    <w:p w:rsidR="00A9351C" w:rsidRDefault="00A9351C" w:rsidP="00321009"/>
    <w:p w:rsidR="00A9351C" w:rsidRDefault="00A9351C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2"/>
        <w:gridCol w:w="5133"/>
      </w:tblGrid>
      <w:tr w:rsidR="00321009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321009" w:rsidRDefault="00321009" w:rsidP="0097513C">
            <w:r>
              <w:t xml:space="preserve">Заместителю Премьер-министра Республики Татарстан, </w:t>
            </w:r>
          </w:p>
          <w:p w:rsidR="00C975A2" w:rsidRDefault="00321009" w:rsidP="0097513C">
            <w:r>
              <w:t xml:space="preserve">министру </w:t>
            </w:r>
            <w:r w:rsidR="00C975A2" w:rsidRPr="00C975A2">
              <w:t xml:space="preserve">информатизации </w:t>
            </w:r>
          </w:p>
          <w:p w:rsidR="00321009" w:rsidRDefault="00C975A2" w:rsidP="0097513C">
            <w:r w:rsidRPr="00C975A2">
              <w:t>и связи Республики Татарстан</w:t>
            </w:r>
          </w:p>
          <w:p w:rsidR="00321009" w:rsidRDefault="00C975A2" w:rsidP="0097513C">
            <w:r>
              <w:t>Р.А. Шайхутдинову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 xml:space="preserve">Уважаемый </w:t>
      </w:r>
      <w:r w:rsidR="00C975A2">
        <w:t>Роман Александрович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321009" w:rsidRDefault="00321009" w:rsidP="00A9351C">
      <w:pPr>
        <w:jc w:val="both"/>
      </w:pPr>
    </w:p>
    <w:p w:rsidR="00321009" w:rsidRDefault="00321009" w:rsidP="00321009">
      <w:pPr>
        <w:jc w:val="both"/>
      </w:pPr>
    </w:p>
    <w:p w:rsidR="00321009" w:rsidRDefault="00321009" w:rsidP="00321009">
      <w:pPr>
        <w:jc w:val="both"/>
      </w:pPr>
      <w:r>
        <w:t>Председатель</w:t>
      </w:r>
    </w:p>
    <w:p w:rsidR="00321009" w:rsidRDefault="00321009" w:rsidP="00321009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A9351C" w:rsidRDefault="00A9351C" w:rsidP="00321009"/>
    <w:p w:rsidR="00A9351C" w:rsidRDefault="00A9351C" w:rsidP="00321009"/>
    <w:p w:rsidR="00A9351C" w:rsidRDefault="00A9351C" w:rsidP="00321009"/>
    <w:p w:rsidR="00A9351C" w:rsidRDefault="00A9351C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321009" w:rsidTr="00C975A2">
        <w:tc>
          <w:tcPr>
            <w:tcW w:w="5954" w:type="dxa"/>
          </w:tcPr>
          <w:p w:rsidR="00321009" w:rsidRDefault="00321009" w:rsidP="0097513C"/>
        </w:tc>
        <w:tc>
          <w:tcPr>
            <w:tcW w:w="4251" w:type="dxa"/>
          </w:tcPr>
          <w:p w:rsidR="00C975A2" w:rsidRDefault="00C975A2" w:rsidP="0097513C">
            <w:r>
              <w:t>М</w:t>
            </w:r>
            <w:r w:rsidR="00321009">
              <w:t xml:space="preserve">инистру </w:t>
            </w:r>
            <w:r w:rsidRPr="00C975A2">
              <w:t xml:space="preserve">культуры </w:t>
            </w:r>
          </w:p>
          <w:p w:rsidR="00C975A2" w:rsidRDefault="00C975A2" w:rsidP="0097513C">
            <w:r w:rsidRPr="00C975A2">
              <w:t xml:space="preserve">Республики Татарстан </w:t>
            </w:r>
          </w:p>
          <w:p w:rsidR="00321009" w:rsidRDefault="00C975A2" w:rsidP="0097513C">
            <w:r>
              <w:t xml:space="preserve">А.М. </w:t>
            </w:r>
            <w:r w:rsidRPr="00C975A2">
              <w:t>Сибагатуллин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C975A2" w:rsidRPr="00C975A2">
        <w:t xml:space="preserve"> Айрат Миннемуллович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321009" w:rsidTr="003651DD">
        <w:tc>
          <w:tcPr>
            <w:tcW w:w="5954" w:type="dxa"/>
          </w:tcPr>
          <w:p w:rsidR="00321009" w:rsidRDefault="00321009" w:rsidP="0097513C"/>
        </w:tc>
        <w:tc>
          <w:tcPr>
            <w:tcW w:w="4251" w:type="dxa"/>
          </w:tcPr>
          <w:p w:rsidR="00C975A2" w:rsidRDefault="00C975A2" w:rsidP="0097513C">
            <w:r>
              <w:t>М</w:t>
            </w:r>
            <w:r w:rsidR="00321009">
              <w:t xml:space="preserve">инистру </w:t>
            </w:r>
            <w:r w:rsidRPr="00C975A2">
              <w:t xml:space="preserve">лесного хозяйства Республики Татарстан </w:t>
            </w:r>
          </w:p>
          <w:p w:rsidR="00321009" w:rsidRDefault="000B2551" w:rsidP="0097513C">
            <w:r>
              <w:t>Р</w:t>
            </w:r>
            <w:r w:rsidR="00C975A2">
              <w:t xml:space="preserve">.А. </w:t>
            </w:r>
            <w:r w:rsidRPr="000B2551">
              <w:t>Кузюров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C975A2" w:rsidRPr="00C975A2">
        <w:t xml:space="preserve"> </w:t>
      </w:r>
      <w:r w:rsidR="000B2551" w:rsidRPr="000B2551">
        <w:t>Равиль Афраимович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321009"/>
    <w:p w:rsidR="00A9351C" w:rsidRDefault="00A9351C" w:rsidP="00321009"/>
    <w:p w:rsidR="00A9351C" w:rsidRDefault="00A9351C" w:rsidP="00321009"/>
    <w:p w:rsidR="00A9351C" w:rsidRDefault="00A9351C" w:rsidP="00321009"/>
    <w:p w:rsidR="00A9351C" w:rsidRDefault="00A9351C" w:rsidP="00321009"/>
    <w:p w:rsidR="00A9351C" w:rsidRDefault="00A9351C" w:rsidP="00321009"/>
    <w:p w:rsidR="00A9351C" w:rsidRDefault="00A9351C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7"/>
        <w:gridCol w:w="5128"/>
      </w:tblGrid>
      <w:tr w:rsidR="00321009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C975A2" w:rsidRDefault="00C975A2" w:rsidP="0097513C">
            <w:r w:rsidRPr="00C975A2">
              <w:t>Министр</w:t>
            </w:r>
            <w:r>
              <w:t>у</w:t>
            </w:r>
            <w:r w:rsidRPr="00C975A2">
              <w:t xml:space="preserve"> по делам гражданской обороны и чрезвычайным ситуациям Республики Татарстан - Начальник</w:t>
            </w:r>
            <w:r>
              <w:t>у</w:t>
            </w:r>
            <w:r w:rsidRPr="00C975A2">
              <w:t xml:space="preserve"> Главного управления МЧС России </w:t>
            </w:r>
          </w:p>
          <w:p w:rsidR="00C975A2" w:rsidRDefault="00C975A2" w:rsidP="0097513C">
            <w:r w:rsidRPr="00C975A2">
              <w:t xml:space="preserve">по Республике Татарстан </w:t>
            </w:r>
          </w:p>
          <w:p w:rsidR="00321009" w:rsidRDefault="00C975A2" w:rsidP="0097513C">
            <w:r>
              <w:t xml:space="preserve">Р.З. </w:t>
            </w:r>
            <w:r w:rsidRPr="00C975A2">
              <w:t>Хабибуллин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C975A2" w:rsidRPr="00C975A2">
        <w:t xml:space="preserve"> Рафис Завдатович</w:t>
      </w:r>
      <w:r>
        <w:t>!</w:t>
      </w:r>
    </w:p>
    <w:p w:rsidR="00321009" w:rsidRDefault="00321009" w:rsidP="00321009"/>
    <w:p w:rsidR="00A9351C" w:rsidRDefault="00A9351C" w:rsidP="00A9351C">
      <w:pPr>
        <w:jc w:val="both"/>
      </w:pPr>
      <w:r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321009"/>
    <w:p w:rsidR="00A9351C" w:rsidRDefault="00A9351C" w:rsidP="00321009"/>
    <w:p w:rsidR="00A9351C" w:rsidRDefault="00A9351C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122"/>
      </w:tblGrid>
      <w:tr w:rsidR="00321009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321009" w:rsidRDefault="00C975A2" w:rsidP="00C975A2">
            <w:r>
              <w:t>М</w:t>
            </w:r>
            <w:r w:rsidR="00321009">
              <w:t xml:space="preserve">инистру </w:t>
            </w:r>
            <w:r>
              <w:t>по делам молодежи и спорту</w:t>
            </w:r>
            <w:r w:rsidR="00321009">
              <w:t xml:space="preserve"> Республики Татарстан</w:t>
            </w:r>
          </w:p>
          <w:p w:rsidR="00321009" w:rsidRDefault="00C975A2" w:rsidP="0097513C">
            <w:r>
              <w:t>В.А. Леонову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 xml:space="preserve">Уважаемый </w:t>
      </w:r>
      <w:r w:rsidR="00C975A2">
        <w:t>Владимир Александрович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35"/>
      </w:tblGrid>
      <w:tr w:rsidR="00321009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321009" w:rsidRDefault="00321009" w:rsidP="0097513C">
            <w:r>
              <w:t xml:space="preserve">Заместителю Премьер-министра Республики Татарстан, </w:t>
            </w:r>
          </w:p>
          <w:p w:rsidR="00321009" w:rsidRDefault="00321009" w:rsidP="0097513C">
            <w:r>
              <w:t xml:space="preserve">министру </w:t>
            </w:r>
            <w:r w:rsidR="00C975A2" w:rsidRPr="00C975A2">
              <w:t>промышленности и торговли Республики Татарстан</w:t>
            </w:r>
          </w:p>
          <w:p w:rsidR="00321009" w:rsidRDefault="00C975A2" w:rsidP="00C975A2">
            <w:r>
              <w:t>А</w:t>
            </w:r>
            <w:r w:rsidR="00321009">
              <w:t>.</w:t>
            </w:r>
            <w:r>
              <w:t>А</w:t>
            </w:r>
            <w:r w:rsidR="00321009">
              <w:t xml:space="preserve">. </w:t>
            </w:r>
            <w:r w:rsidRPr="00C975A2">
              <w:t>Каримов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C975A2" w:rsidP="00321009">
      <w:pPr>
        <w:jc w:val="center"/>
      </w:pPr>
      <w:r>
        <w:t xml:space="preserve">Уважаемый </w:t>
      </w:r>
      <w:r w:rsidRPr="00C975A2">
        <w:t>Альберт Анварович</w:t>
      </w:r>
      <w:r w:rsidR="00321009"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5243"/>
      </w:tblGrid>
      <w:tr w:rsidR="00321009" w:rsidTr="00D84D3F">
        <w:tc>
          <w:tcPr>
            <w:tcW w:w="4962" w:type="dxa"/>
          </w:tcPr>
          <w:p w:rsidR="00321009" w:rsidRDefault="00321009" w:rsidP="0097513C"/>
        </w:tc>
        <w:tc>
          <w:tcPr>
            <w:tcW w:w="5243" w:type="dxa"/>
          </w:tcPr>
          <w:p w:rsidR="00C975A2" w:rsidRDefault="00321009" w:rsidP="0097513C">
            <w:r>
              <w:t xml:space="preserve">Заместителю Премьер-министра Республики Татарстан, министру </w:t>
            </w:r>
            <w:r w:rsidR="00C975A2" w:rsidRPr="00C975A2">
              <w:t>сельского хозяйства</w:t>
            </w:r>
            <w:r w:rsidR="00D84D3F">
              <w:t xml:space="preserve"> </w:t>
            </w:r>
            <w:r w:rsidR="00C975A2" w:rsidRPr="00C975A2">
              <w:t>и продовольствия</w:t>
            </w:r>
          </w:p>
          <w:p w:rsidR="00321009" w:rsidRDefault="00321009" w:rsidP="0097513C">
            <w:r>
              <w:t>Республики Татарстан</w:t>
            </w:r>
          </w:p>
          <w:p w:rsidR="00321009" w:rsidRDefault="00D84D3F" w:rsidP="00D84D3F">
            <w:r>
              <w:t>М</w:t>
            </w:r>
            <w:r w:rsidR="00321009">
              <w:t>.</w:t>
            </w:r>
            <w:r>
              <w:t>Г</w:t>
            </w:r>
            <w:r w:rsidR="00321009">
              <w:t xml:space="preserve">. </w:t>
            </w:r>
            <w:r w:rsidRPr="00D84D3F">
              <w:t>Ахметов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D84D3F" w:rsidRPr="00D84D3F">
        <w:t xml:space="preserve"> Марат Готович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93"/>
      </w:tblGrid>
      <w:tr w:rsidR="00321009" w:rsidTr="00D84D3F">
        <w:tc>
          <w:tcPr>
            <w:tcW w:w="5812" w:type="dxa"/>
          </w:tcPr>
          <w:p w:rsidR="00321009" w:rsidRDefault="00321009" w:rsidP="0097513C"/>
        </w:tc>
        <w:tc>
          <w:tcPr>
            <w:tcW w:w="4393" w:type="dxa"/>
          </w:tcPr>
          <w:p w:rsidR="00D84D3F" w:rsidRDefault="00D84D3F" w:rsidP="0097513C">
            <w:r>
              <w:t>М</w:t>
            </w:r>
            <w:r w:rsidR="00321009">
              <w:t xml:space="preserve">инистру </w:t>
            </w:r>
            <w:r w:rsidRPr="00D84D3F">
              <w:t>строительства, архитектуры и жилищно-коммунального хозяйства</w:t>
            </w:r>
          </w:p>
          <w:p w:rsidR="00D84D3F" w:rsidRDefault="00D84D3F" w:rsidP="0097513C">
            <w:r w:rsidRPr="00D84D3F">
              <w:t xml:space="preserve">Республики Татарстан </w:t>
            </w:r>
          </w:p>
          <w:p w:rsidR="00321009" w:rsidRDefault="00D84D3F" w:rsidP="0097513C">
            <w:r>
              <w:t>И.Э. Файзуллину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D84D3F">
        <w:t xml:space="preserve"> </w:t>
      </w:r>
      <w:r w:rsidR="00D84D3F" w:rsidRPr="00D84D3F">
        <w:t>Ирек Энварович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122"/>
      </w:tblGrid>
      <w:tr w:rsidR="00D84D3F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321009" w:rsidRDefault="00D84D3F" w:rsidP="0097513C">
            <w:r>
              <w:t>М</w:t>
            </w:r>
            <w:r w:rsidR="00321009">
              <w:t xml:space="preserve">инистру </w:t>
            </w:r>
            <w:r w:rsidRPr="00D84D3F">
              <w:t>транспорта и дорожного хозяйства Республики Татарстан</w:t>
            </w:r>
          </w:p>
          <w:p w:rsidR="00321009" w:rsidRDefault="00D84D3F" w:rsidP="0097513C">
            <w:r>
              <w:t>Л.Р</w:t>
            </w:r>
            <w:r w:rsidR="00321009">
              <w:t xml:space="preserve">. </w:t>
            </w:r>
            <w:r w:rsidRPr="00D84D3F">
              <w:t>Сафин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D84D3F" w:rsidRPr="00D84D3F">
        <w:t xml:space="preserve"> Ленар Ринатович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393"/>
      </w:tblGrid>
      <w:tr w:rsidR="00321009" w:rsidTr="00D84D3F">
        <w:tc>
          <w:tcPr>
            <w:tcW w:w="5812" w:type="dxa"/>
          </w:tcPr>
          <w:p w:rsidR="00321009" w:rsidRDefault="00321009" w:rsidP="0097513C"/>
        </w:tc>
        <w:tc>
          <w:tcPr>
            <w:tcW w:w="4393" w:type="dxa"/>
          </w:tcPr>
          <w:p w:rsidR="00D84D3F" w:rsidRDefault="00D84D3F" w:rsidP="0097513C">
            <w:r>
              <w:t>М</w:t>
            </w:r>
            <w:r w:rsidR="00321009">
              <w:t xml:space="preserve">инистру </w:t>
            </w:r>
            <w:r w:rsidRPr="00D84D3F">
              <w:t>труда, занятости</w:t>
            </w:r>
          </w:p>
          <w:p w:rsidR="00D84D3F" w:rsidRDefault="00D84D3F" w:rsidP="0097513C">
            <w:r w:rsidRPr="00D84D3F">
              <w:t xml:space="preserve">и социальной защиты </w:t>
            </w:r>
          </w:p>
          <w:p w:rsidR="00D84D3F" w:rsidRDefault="00D84D3F" w:rsidP="0097513C">
            <w:r w:rsidRPr="00D84D3F">
              <w:t xml:space="preserve">Республики Татарстан </w:t>
            </w:r>
          </w:p>
          <w:p w:rsidR="00321009" w:rsidRDefault="00D84D3F" w:rsidP="0097513C">
            <w:r>
              <w:t>Э.А. Зариповой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</w:t>
      </w:r>
      <w:r w:rsidR="00D84D3F">
        <w:t>ая Эльмира Амировна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3"/>
        <w:gridCol w:w="5122"/>
      </w:tblGrid>
      <w:tr w:rsidR="00321009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321009" w:rsidRDefault="00D84D3F" w:rsidP="0097513C">
            <w:r>
              <w:t>М</w:t>
            </w:r>
            <w:r w:rsidR="00321009">
              <w:t xml:space="preserve">инистру </w:t>
            </w:r>
            <w:r w:rsidRPr="00D84D3F">
              <w:t>экологии и природных ресурсов Республики Татарстан</w:t>
            </w:r>
          </w:p>
          <w:p w:rsidR="00D84D3F" w:rsidRDefault="000B2551" w:rsidP="0097513C">
            <w:r>
              <w:t>А</w:t>
            </w:r>
            <w:r w:rsidR="00D84D3F">
              <w:t>.</w:t>
            </w:r>
            <w:r>
              <w:t>В</w:t>
            </w:r>
            <w:r w:rsidR="00D84D3F">
              <w:t xml:space="preserve">. </w:t>
            </w:r>
            <w:r w:rsidRPr="000B2551">
              <w:t>Шадриков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D84D3F" w:rsidRPr="00D84D3F">
        <w:t xml:space="preserve"> </w:t>
      </w:r>
      <w:r w:rsidR="000B2551" w:rsidRPr="000B2551">
        <w:t>Александр Валерьевич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321009" w:rsidTr="00D84D3F">
        <w:tc>
          <w:tcPr>
            <w:tcW w:w="5954" w:type="dxa"/>
          </w:tcPr>
          <w:p w:rsidR="00321009" w:rsidRDefault="00321009" w:rsidP="0097513C"/>
        </w:tc>
        <w:tc>
          <w:tcPr>
            <w:tcW w:w="4251" w:type="dxa"/>
          </w:tcPr>
          <w:p w:rsidR="00D84D3F" w:rsidRDefault="00D84D3F" w:rsidP="0097513C">
            <w:r>
              <w:t>М</w:t>
            </w:r>
            <w:r w:rsidR="00321009">
              <w:t xml:space="preserve">инистру </w:t>
            </w:r>
            <w:r w:rsidRPr="00D84D3F">
              <w:t xml:space="preserve">экономики </w:t>
            </w:r>
          </w:p>
          <w:p w:rsidR="00D84D3F" w:rsidRDefault="00D84D3F" w:rsidP="0097513C">
            <w:r w:rsidRPr="00D84D3F">
              <w:t>Республики Татарстан</w:t>
            </w:r>
          </w:p>
          <w:p w:rsidR="00321009" w:rsidRDefault="00A9351C" w:rsidP="0097513C">
            <w:r>
              <w:t>Ф</w:t>
            </w:r>
            <w:r w:rsidR="00D84D3F">
              <w:t>.</w:t>
            </w:r>
            <w:r>
              <w:t>С</w:t>
            </w:r>
            <w:r w:rsidR="00D84D3F">
              <w:t xml:space="preserve">. </w:t>
            </w:r>
            <w:r w:rsidRPr="00A9351C">
              <w:t>Абдулганиев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 xml:space="preserve">Уважаемый </w:t>
      </w:r>
      <w:r w:rsidR="00A9351C" w:rsidRPr="00A9351C">
        <w:t>Фарид Султанович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251"/>
      </w:tblGrid>
      <w:tr w:rsidR="00321009" w:rsidTr="00D84D3F">
        <w:tc>
          <w:tcPr>
            <w:tcW w:w="5954" w:type="dxa"/>
          </w:tcPr>
          <w:p w:rsidR="00321009" w:rsidRDefault="00321009" w:rsidP="0097513C"/>
        </w:tc>
        <w:tc>
          <w:tcPr>
            <w:tcW w:w="4251" w:type="dxa"/>
          </w:tcPr>
          <w:p w:rsidR="00D84D3F" w:rsidRDefault="00D84D3F" w:rsidP="00D84D3F">
            <w:r>
              <w:t>М</w:t>
            </w:r>
            <w:r w:rsidR="00321009">
              <w:t xml:space="preserve">инистру </w:t>
            </w:r>
            <w:r>
              <w:t xml:space="preserve">юстиции </w:t>
            </w:r>
          </w:p>
          <w:p w:rsidR="00321009" w:rsidRDefault="00321009" w:rsidP="00D84D3F">
            <w:r>
              <w:t>Республики Татарстан</w:t>
            </w:r>
          </w:p>
          <w:p w:rsidR="00321009" w:rsidRDefault="00D84D3F" w:rsidP="00D84D3F">
            <w:r>
              <w:t xml:space="preserve">Р.И. </w:t>
            </w:r>
            <w:r w:rsidRPr="00D84D3F">
              <w:t>Загидуллин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D84D3F">
        <w:t xml:space="preserve"> </w:t>
      </w:r>
      <w:r w:rsidR="00D84D3F" w:rsidRPr="00D84D3F">
        <w:t>Рустем Ильдусович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136"/>
      </w:tblGrid>
      <w:tr w:rsidR="00321009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D84D3F" w:rsidRDefault="00D84D3F" w:rsidP="00D84D3F">
            <w:r w:rsidRPr="00D84D3F">
              <w:t>Председател</w:t>
            </w:r>
            <w:r>
              <w:t>ю</w:t>
            </w:r>
            <w:r w:rsidRPr="00D84D3F">
              <w:t xml:space="preserve"> </w:t>
            </w:r>
          </w:p>
          <w:p w:rsidR="00D84D3F" w:rsidRDefault="00D84D3F" w:rsidP="00D84D3F">
            <w:r w:rsidRPr="00D84D3F">
              <w:t xml:space="preserve">Государственного комитета Республики Татарстан по туризму </w:t>
            </w:r>
          </w:p>
          <w:p w:rsidR="00321009" w:rsidRDefault="00D84D3F" w:rsidP="00D84D3F">
            <w:r>
              <w:t xml:space="preserve">С.Е. </w:t>
            </w:r>
            <w:r w:rsidRPr="00D84D3F">
              <w:t>Иванов</w:t>
            </w:r>
            <w:r>
              <w:t>у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Уважаемый</w:t>
      </w:r>
      <w:r w:rsidR="00D84D3F" w:rsidRPr="00D84D3F">
        <w:t xml:space="preserve"> Сергей Евгеньевич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321009" w:rsidTr="0097513C">
        <w:trPr>
          <w:cantSplit/>
          <w:jc w:val="center"/>
        </w:trPr>
        <w:tc>
          <w:tcPr>
            <w:tcW w:w="10264" w:type="dxa"/>
          </w:tcPr>
          <w:p w:rsidR="00321009" w:rsidRDefault="00321009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2233665" wp14:editId="4BEABCFF">
                  <wp:extent cx="6105525" cy="134302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21009" w:rsidRDefault="00321009" w:rsidP="00321009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9"/>
        <w:gridCol w:w="5126"/>
      </w:tblGrid>
      <w:tr w:rsidR="00321009" w:rsidTr="0097513C">
        <w:tc>
          <w:tcPr>
            <w:tcW w:w="5210" w:type="dxa"/>
          </w:tcPr>
          <w:p w:rsidR="00321009" w:rsidRDefault="00321009" w:rsidP="0097513C"/>
        </w:tc>
        <w:tc>
          <w:tcPr>
            <w:tcW w:w="5211" w:type="dxa"/>
          </w:tcPr>
          <w:p w:rsidR="00D84D3F" w:rsidRDefault="00D84D3F" w:rsidP="0097513C">
            <w:r w:rsidRPr="00D84D3F">
              <w:t>Начальник</w:t>
            </w:r>
            <w:r>
              <w:t>у</w:t>
            </w:r>
            <w:r w:rsidRPr="00D84D3F">
              <w:t xml:space="preserve"> Управления записи актов гражданского состояния Кабинета Министров Республики Татарстан</w:t>
            </w:r>
          </w:p>
          <w:p w:rsidR="00321009" w:rsidRDefault="00D84D3F" w:rsidP="0097513C">
            <w:r>
              <w:t xml:space="preserve">А.Р. </w:t>
            </w:r>
            <w:r w:rsidRPr="00D84D3F">
              <w:t>Шавалеев</w:t>
            </w:r>
            <w:r>
              <w:t>ой</w:t>
            </w:r>
          </w:p>
        </w:tc>
      </w:tr>
    </w:tbl>
    <w:p w:rsidR="00321009" w:rsidRDefault="00321009" w:rsidP="00321009"/>
    <w:p w:rsidR="00321009" w:rsidRDefault="00321009" w:rsidP="00321009"/>
    <w:p w:rsidR="00321009" w:rsidRDefault="00321009" w:rsidP="00321009">
      <w:pPr>
        <w:jc w:val="center"/>
      </w:pPr>
      <w:r>
        <w:t>Уважаем</w:t>
      </w:r>
      <w:r w:rsidR="00D84D3F">
        <w:t>ая</w:t>
      </w:r>
      <w:r w:rsidR="00D84D3F" w:rsidRPr="00D84D3F">
        <w:t xml:space="preserve"> Альбина Рафаилевна</w:t>
      </w:r>
      <w:r>
        <w:t>!</w:t>
      </w:r>
    </w:p>
    <w:p w:rsidR="00321009" w:rsidRDefault="00321009" w:rsidP="00321009"/>
    <w:p w:rsidR="00A9351C" w:rsidRDefault="00321009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321009" w:rsidRDefault="00321009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321009"/>
    <w:p w:rsidR="00321009" w:rsidRDefault="00321009" w:rsidP="0075235B"/>
    <w:p w:rsidR="00507ACB" w:rsidRDefault="00507ACB" w:rsidP="0075235B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07ACB" w:rsidTr="0097513C">
        <w:trPr>
          <w:cantSplit/>
          <w:jc w:val="center"/>
        </w:trPr>
        <w:tc>
          <w:tcPr>
            <w:tcW w:w="10264" w:type="dxa"/>
          </w:tcPr>
          <w:p w:rsidR="00507ACB" w:rsidRDefault="00507ACB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A5D1FC1" wp14:editId="11981AF0">
                  <wp:extent cx="6105525" cy="134302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7ACB" w:rsidRDefault="00507ACB" w:rsidP="00507ACB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  <w:gridCol w:w="5136"/>
      </w:tblGrid>
      <w:tr w:rsidR="00507ACB" w:rsidTr="0097513C">
        <w:tc>
          <w:tcPr>
            <w:tcW w:w="5210" w:type="dxa"/>
          </w:tcPr>
          <w:p w:rsidR="00507ACB" w:rsidRDefault="00507ACB" w:rsidP="0097513C"/>
        </w:tc>
        <w:tc>
          <w:tcPr>
            <w:tcW w:w="5211" w:type="dxa"/>
          </w:tcPr>
          <w:p w:rsidR="00507ACB" w:rsidRDefault="00507ACB" w:rsidP="00507ACB">
            <w:r w:rsidRPr="00507ACB">
              <w:t>Руководител</w:t>
            </w:r>
            <w:r>
              <w:t>ю</w:t>
            </w:r>
            <w:r w:rsidRPr="00507ACB">
              <w:t xml:space="preserve"> Республиканского агентства по печати и массовым коммуникациям </w:t>
            </w:r>
            <w:r>
              <w:t>«</w:t>
            </w:r>
            <w:r w:rsidRPr="00507ACB">
              <w:t>Татмедиа</w:t>
            </w:r>
            <w:r>
              <w:t>»</w:t>
            </w:r>
          </w:p>
          <w:p w:rsidR="00507ACB" w:rsidRDefault="00507ACB" w:rsidP="00507ACB">
            <w:r>
              <w:t xml:space="preserve">А.Р. </w:t>
            </w:r>
            <w:r w:rsidRPr="00507ACB">
              <w:t>Зарипов</w:t>
            </w:r>
            <w:r>
              <w:t>у</w:t>
            </w:r>
          </w:p>
        </w:tc>
      </w:tr>
    </w:tbl>
    <w:p w:rsidR="00507ACB" w:rsidRDefault="00507ACB" w:rsidP="00507ACB"/>
    <w:p w:rsidR="00507ACB" w:rsidRDefault="00507ACB" w:rsidP="00507ACB"/>
    <w:p w:rsidR="00507ACB" w:rsidRDefault="00507ACB" w:rsidP="00507ACB">
      <w:pPr>
        <w:jc w:val="center"/>
      </w:pPr>
      <w:r>
        <w:t>Уважаемый</w:t>
      </w:r>
      <w:r w:rsidRPr="00D84D3F">
        <w:t xml:space="preserve"> </w:t>
      </w:r>
      <w:r w:rsidRPr="00507ACB">
        <w:t>Айрат Ринатович</w:t>
      </w:r>
      <w:r>
        <w:t>!</w:t>
      </w:r>
    </w:p>
    <w:p w:rsidR="00507ACB" w:rsidRDefault="00507ACB" w:rsidP="00507ACB"/>
    <w:p w:rsidR="00A9351C" w:rsidRDefault="00507ACB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507ACB" w:rsidRDefault="00507ACB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07ACB" w:rsidTr="0097513C">
        <w:trPr>
          <w:cantSplit/>
          <w:jc w:val="center"/>
        </w:trPr>
        <w:tc>
          <w:tcPr>
            <w:tcW w:w="10264" w:type="dxa"/>
          </w:tcPr>
          <w:p w:rsidR="00507ACB" w:rsidRDefault="00507ACB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A5D1FC1" wp14:editId="11981AF0">
                  <wp:extent cx="6105525" cy="1343025"/>
                  <wp:effectExtent l="0" t="0" r="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7ACB" w:rsidRDefault="00507ACB" w:rsidP="00507ACB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137"/>
      </w:tblGrid>
      <w:tr w:rsidR="00507ACB" w:rsidTr="0097513C">
        <w:tc>
          <w:tcPr>
            <w:tcW w:w="5210" w:type="dxa"/>
          </w:tcPr>
          <w:p w:rsidR="00507ACB" w:rsidRDefault="00507ACB" w:rsidP="0097513C"/>
        </w:tc>
        <w:tc>
          <w:tcPr>
            <w:tcW w:w="5211" w:type="dxa"/>
          </w:tcPr>
          <w:p w:rsidR="00507ACB" w:rsidRDefault="00507ACB" w:rsidP="00507ACB">
            <w:r w:rsidRPr="00507ACB">
              <w:t>Уполномоченн</w:t>
            </w:r>
            <w:r>
              <w:t>ому</w:t>
            </w:r>
            <w:r w:rsidRPr="00507ACB">
              <w:t xml:space="preserve"> по правам человека в Республике Татарстан</w:t>
            </w:r>
          </w:p>
          <w:p w:rsidR="00507ACB" w:rsidRDefault="00507ACB" w:rsidP="00507ACB">
            <w:r>
              <w:t xml:space="preserve">С.Х. </w:t>
            </w:r>
            <w:r w:rsidRPr="00507ACB">
              <w:t>Сабурск</w:t>
            </w:r>
            <w:r>
              <w:t>ой</w:t>
            </w:r>
          </w:p>
        </w:tc>
      </w:tr>
    </w:tbl>
    <w:p w:rsidR="00507ACB" w:rsidRDefault="00507ACB" w:rsidP="00507ACB"/>
    <w:p w:rsidR="00507ACB" w:rsidRDefault="00507ACB" w:rsidP="00507ACB"/>
    <w:p w:rsidR="00507ACB" w:rsidRDefault="00507ACB" w:rsidP="00507ACB">
      <w:pPr>
        <w:jc w:val="center"/>
      </w:pPr>
      <w:r>
        <w:t>Уважаемая</w:t>
      </w:r>
      <w:r w:rsidRPr="00D84D3F">
        <w:t xml:space="preserve"> </w:t>
      </w:r>
      <w:r w:rsidRPr="00507ACB">
        <w:t>Сария Харисовна</w:t>
      </w:r>
      <w:r>
        <w:t>!</w:t>
      </w:r>
    </w:p>
    <w:p w:rsidR="00507ACB" w:rsidRDefault="00507ACB" w:rsidP="00507ACB"/>
    <w:p w:rsidR="00A9351C" w:rsidRDefault="00507ACB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507ACB" w:rsidRDefault="00507ACB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07ACB" w:rsidTr="0097513C">
        <w:trPr>
          <w:cantSplit/>
          <w:jc w:val="center"/>
        </w:trPr>
        <w:tc>
          <w:tcPr>
            <w:tcW w:w="10264" w:type="dxa"/>
          </w:tcPr>
          <w:p w:rsidR="00507ACB" w:rsidRDefault="00507ACB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A5D1FC1" wp14:editId="11981AF0">
                  <wp:extent cx="6105525" cy="1343025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7ACB" w:rsidRDefault="00507ACB" w:rsidP="00507ACB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137"/>
      </w:tblGrid>
      <w:tr w:rsidR="00507ACB" w:rsidTr="0097513C">
        <w:tc>
          <w:tcPr>
            <w:tcW w:w="5210" w:type="dxa"/>
          </w:tcPr>
          <w:p w:rsidR="00507ACB" w:rsidRDefault="00507ACB" w:rsidP="0097513C"/>
        </w:tc>
        <w:tc>
          <w:tcPr>
            <w:tcW w:w="5211" w:type="dxa"/>
          </w:tcPr>
          <w:p w:rsidR="00507ACB" w:rsidRDefault="00507ACB" w:rsidP="00507ACB">
            <w:r w:rsidRPr="00507ACB">
              <w:t>Уполномоченн</w:t>
            </w:r>
            <w:r>
              <w:t>ому</w:t>
            </w:r>
            <w:r w:rsidRPr="00507ACB">
              <w:t xml:space="preserve"> по правам</w:t>
            </w:r>
          </w:p>
          <w:p w:rsidR="00507ACB" w:rsidRDefault="00507ACB" w:rsidP="00507ACB">
            <w:r w:rsidRPr="00507ACB">
              <w:t>ребенка в Республике Татарстан</w:t>
            </w:r>
          </w:p>
          <w:p w:rsidR="00507ACB" w:rsidRDefault="00507ACB" w:rsidP="00507ACB">
            <w:r>
              <w:t xml:space="preserve">Г.Л. </w:t>
            </w:r>
            <w:r w:rsidRPr="00507ACB">
              <w:t>Удачин</w:t>
            </w:r>
            <w:r>
              <w:t>ой</w:t>
            </w:r>
          </w:p>
        </w:tc>
      </w:tr>
    </w:tbl>
    <w:p w:rsidR="00507ACB" w:rsidRDefault="00507ACB" w:rsidP="00507ACB"/>
    <w:p w:rsidR="00507ACB" w:rsidRDefault="00507ACB" w:rsidP="00507ACB"/>
    <w:p w:rsidR="00507ACB" w:rsidRDefault="00507ACB" w:rsidP="00507ACB">
      <w:pPr>
        <w:jc w:val="center"/>
      </w:pPr>
      <w:r>
        <w:t>Уважаемая</w:t>
      </w:r>
      <w:r w:rsidRPr="00D84D3F">
        <w:t xml:space="preserve"> </w:t>
      </w:r>
      <w:r w:rsidRPr="00507ACB">
        <w:t>Гузель Любисовна</w:t>
      </w:r>
      <w:r>
        <w:t>!</w:t>
      </w:r>
    </w:p>
    <w:p w:rsidR="00507ACB" w:rsidRDefault="00507ACB" w:rsidP="00507ACB"/>
    <w:p w:rsidR="00A9351C" w:rsidRDefault="00507ACB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507ACB" w:rsidRDefault="00507ACB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07ACB" w:rsidTr="0097513C">
        <w:trPr>
          <w:cantSplit/>
          <w:jc w:val="center"/>
        </w:trPr>
        <w:tc>
          <w:tcPr>
            <w:tcW w:w="10264" w:type="dxa"/>
          </w:tcPr>
          <w:p w:rsidR="00507ACB" w:rsidRDefault="00507ACB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A5D1FC1" wp14:editId="11981AF0">
                  <wp:extent cx="6105525" cy="1343025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7ACB" w:rsidRDefault="00507ACB" w:rsidP="00507ACB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4"/>
        <w:gridCol w:w="5131"/>
      </w:tblGrid>
      <w:tr w:rsidR="00507ACB" w:rsidTr="0097513C">
        <w:tc>
          <w:tcPr>
            <w:tcW w:w="5210" w:type="dxa"/>
          </w:tcPr>
          <w:p w:rsidR="00507ACB" w:rsidRDefault="00507ACB" w:rsidP="0097513C"/>
        </w:tc>
        <w:tc>
          <w:tcPr>
            <w:tcW w:w="5211" w:type="dxa"/>
          </w:tcPr>
          <w:p w:rsidR="00507ACB" w:rsidRDefault="00507ACB" w:rsidP="00507ACB">
            <w:r w:rsidRPr="00507ACB">
              <w:t>Председател</w:t>
            </w:r>
            <w:r>
              <w:t>ю</w:t>
            </w:r>
            <w:r w:rsidRPr="00507ACB">
              <w:t xml:space="preserve"> Совета муниципальных образований Республики Татарстан</w:t>
            </w:r>
          </w:p>
          <w:p w:rsidR="00507ACB" w:rsidRDefault="00A9351C" w:rsidP="00507ACB">
            <w:r>
              <w:t>Э</w:t>
            </w:r>
            <w:r w:rsidR="00507ACB">
              <w:t>.</w:t>
            </w:r>
            <w:r>
              <w:t>С</w:t>
            </w:r>
            <w:r w:rsidR="00507ACB">
              <w:t xml:space="preserve">. </w:t>
            </w:r>
            <w:r w:rsidRPr="00A9351C">
              <w:t>Губайдуллин</w:t>
            </w:r>
            <w:r>
              <w:t>у</w:t>
            </w:r>
          </w:p>
        </w:tc>
      </w:tr>
    </w:tbl>
    <w:p w:rsidR="00507ACB" w:rsidRDefault="00507ACB" w:rsidP="00507ACB"/>
    <w:p w:rsidR="00507ACB" w:rsidRDefault="00507ACB" w:rsidP="00507ACB"/>
    <w:p w:rsidR="00507ACB" w:rsidRDefault="00507ACB" w:rsidP="00507ACB">
      <w:pPr>
        <w:jc w:val="center"/>
      </w:pPr>
      <w:r>
        <w:t>Уважаемый</w:t>
      </w:r>
      <w:r w:rsidRPr="00D84D3F">
        <w:t xml:space="preserve"> </w:t>
      </w:r>
      <w:r w:rsidR="00A9351C" w:rsidRPr="00A9351C">
        <w:t>Экзам Саматович</w:t>
      </w:r>
      <w:r>
        <w:t>!</w:t>
      </w:r>
    </w:p>
    <w:p w:rsidR="00507ACB" w:rsidRDefault="00507ACB" w:rsidP="00507ACB"/>
    <w:p w:rsidR="00A9351C" w:rsidRDefault="00507ACB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A9351C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507ACB" w:rsidRDefault="00507ACB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507ACB"/>
    <w:p w:rsidR="00507ACB" w:rsidRDefault="00507ACB" w:rsidP="0075235B"/>
    <w:p w:rsidR="00507ACB" w:rsidRDefault="00507ACB" w:rsidP="0075235B"/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507ACB" w:rsidTr="0097513C">
        <w:trPr>
          <w:cantSplit/>
          <w:jc w:val="center"/>
        </w:trPr>
        <w:tc>
          <w:tcPr>
            <w:tcW w:w="10264" w:type="dxa"/>
          </w:tcPr>
          <w:p w:rsidR="00507ACB" w:rsidRDefault="00507ACB" w:rsidP="0097513C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141AA9D" wp14:editId="2F3B24E6">
                  <wp:extent cx="6105525" cy="1343025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07ACB" w:rsidRDefault="00507ACB" w:rsidP="00507ACB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137"/>
      </w:tblGrid>
      <w:tr w:rsidR="00507ACB" w:rsidTr="0097513C">
        <w:tc>
          <w:tcPr>
            <w:tcW w:w="5210" w:type="dxa"/>
          </w:tcPr>
          <w:p w:rsidR="00507ACB" w:rsidRDefault="00507ACB" w:rsidP="0097513C"/>
        </w:tc>
        <w:tc>
          <w:tcPr>
            <w:tcW w:w="5211" w:type="dxa"/>
          </w:tcPr>
          <w:p w:rsidR="00507ACB" w:rsidRDefault="00507ACB" w:rsidP="00507ACB">
            <w:r w:rsidRPr="00507ACB">
              <w:t>Уполномоченн</w:t>
            </w:r>
            <w:r>
              <w:t xml:space="preserve">ому </w:t>
            </w:r>
            <w:r w:rsidRPr="00507ACB">
              <w:t>при Президенте Республики Татарстан по защите прав предпринимателей</w:t>
            </w:r>
          </w:p>
          <w:p w:rsidR="00507ACB" w:rsidRDefault="00507ACB" w:rsidP="00507ACB">
            <w:r>
              <w:t>Т.Д. Нагуманову</w:t>
            </w:r>
          </w:p>
        </w:tc>
      </w:tr>
    </w:tbl>
    <w:p w:rsidR="00507ACB" w:rsidRDefault="00507ACB" w:rsidP="00507ACB"/>
    <w:p w:rsidR="00507ACB" w:rsidRDefault="00507ACB" w:rsidP="00507ACB"/>
    <w:p w:rsidR="00507ACB" w:rsidRDefault="00507ACB" w:rsidP="00507ACB">
      <w:pPr>
        <w:jc w:val="center"/>
      </w:pPr>
      <w:r>
        <w:t>Уважаемый</w:t>
      </w:r>
      <w:r w:rsidRPr="00D84D3F">
        <w:t xml:space="preserve"> </w:t>
      </w:r>
      <w:r>
        <w:t>Тимур Дмитриевич!</w:t>
      </w:r>
    </w:p>
    <w:p w:rsidR="00507ACB" w:rsidRDefault="00507ACB" w:rsidP="00507ACB"/>
    <w:p w:rsidR="00A9351C" w:rsidRDefault="00507ACB" w:rsidP="00A9351C">
      <w:pPr>
        <w:jc w:val="both"/>
      </w:pPr>
      <w:r>
        <w:tab/>
      </w:r>
      <w:r w:rsidR="00A9351C"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 w:rsidR="00A9351C">
        <w:br/>
        <w:t>в 2018 году.</w:t>
      </w:r>
    </w:p>
    <w:p w:rsidR="00A9351C" w:rsidRDefault="00A9351C" w:rsidP="00A9351C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A9351C" w:rsidRDefault="00A9351C" w:rsidP="00A9351C">
      <w:pPr>
        <w:jc w:val="both"/>
      </w:pPr>
    </w:p>
    <w:p w:rsidR="00A9351C" w:rsidRDefault="00A9351C" w:rsidP="00A9351C">
      <w:pPr>
        <w:ind w:firstLine="708"/>
        <w:jc w:val="both"/>
      </w:pPr>
      <w:r>
        <w:t>Приложение: на 68 л. в 1 экз.</w:t>
      </w: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</w:p>
    <w:p w:rsidR="00A9351C" w:rsidRDefault="00A9351C" w:rsidP="00A9351C">
      <w:pPr>
        <w:jc w:val="both"/>
      </w:pPr>
      <w:r>
        <w:t>Председатель</w:t>
      </w:r>
    </w:p>
    <w:p w:rsidR="00507ACB" w:rsidRDefault="00A9351C" w:rsidP="00A9351C">
      <w:pPr>
        <w:jc w:val="both"/>
      </w:pPr>
      <w:r>
        <w:t>Общественной молодежной палаты                                                 И.И. Суфияров</w:t>
      </w: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p w:rsidR="00E70007" w:rsidRDefault="00E70007" w:rsidP="00A9351C">
      <w:pPr>
        <w:jc w:val="both"/>
      </w:pPr>
    </w:p>
    <w:tbl>
      <w:tblPr>
        <w:tblW w:w="9639" w:type="dxa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39"/>
      </w:tblGrid>
      <w:tr w:rsidR="00E70007" w:rsidTr="00861B67">
        <w:trPr>
          <w:cantSplit/>
          <w:jc w:val="center"/>
        </w:trPr>
        <w:tc>
          <w:tcPr>
            <w:tcW w:w="10264" w:type="dxa"/>
          </w:tcPr>
          <w:p w:rsidR="00E70007" w:rsidRDefault="00E70007" w:rsidP="00861B67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606BCBB3" wp14:editId="22728F03">
                  <wp:extent cx="6105525" cy="134302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05525" cy="1343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0007" w:rsidRDefault="00E70007" w:rsidP="00E70007"/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137"/>
      </w:tblGrid>
      <w:tr w:rsidR="00E70007" w:rsidTr="00861B67">
        <w:tc>
          <w:tcPr>
            <w:tcW w:w="5210" w:type="dxa"/>
          </w:tcPr>
          <w:p w:rsidR="00E70007" w:rsidRDefault="00E70007" w:rsidP="00861B67"/>
        </w:tc>
        <w:tc>
          <w:tcPr>
            <w:tcW w:w="5211" w:type="dxa"/>
          </w:tcPr>
          <w:p w:rsidR="00E70007" w:rsidRDefault="00E70007" w:rsidP="00861B67">
            <w:r>
              <w:t>Исполнительному директору</w:t>
            </w:r>
          </w:p>
          <w:p w:rsidR="00E70007" w:rsidRDefault="00E70007" w:rsidP="00861B67">
            <w:r>
              <w:t>некоммерческой организации</w:t>
            </w:r>
          </w:p>
          <w:p w:rsidR="00E70007" w:rsidRDefault="00E70007" w:rsidP="00861B67">
            <w:r>
              <w:t>«Государственный жилищный фонд при Президенте Республики Татарстан»</w:t>
            </w:r>
          </w:p>
          <w:p w:rsidR="00E70007" w:rsidRDefault="00E70007" w:rsidP="00861B67">
            <w:r>
              <w:t>Т.М. Абдуллину</w:t>
            </w:r>
          </w:p>
        </w:tc>
      </w:tr>
    </w:tbl>
    <w:p w:rsidR="00E70007" w:rsidRDefault="00E70007" w:rsidP="00E70007"/>
    <w:p w:rsidR="00E70007" w:rsidRDefault="00E70007" w:rsidP="00E70007"/>
    <w:p w:rsidR="00E70007" w:rsidRDefault="00E70007" w:rsidP="00E70007">
      <w:pPr>
        <w:jc w:val="center"/>
      </w:pPr>
      <w:r>
        <w:t>Уважаемый</w:t>
      </w:r>
      <w:r w:rsidRPr="00D84D3F">
        <w:t xml:space="preserve"> </w:t>
      </w:r>
      <w:r>
        <w:t>Талгат Мидхатович!</w:t>
      </w:r>
    </w:p>
    <w:p w:rsidR="00E70007" w:rsidRDefault="00E70007" w:rsidP="00E70007"/>
    <w:p w:rsidR="00E70007" w:rsidRDefault="00E70007" w:rsidP="00E70007">
      <w:pPr>
        <w:jc w:val="both"/>
      </w:pPr>
      <w:r>
        <w:tab/>
        <w:t xml:space="preserve">Выражаем Вам благодарность за содействие в формировании информационного бюллетеня о программах и конкурсах для молодежи, реализуемых министерствами и ведомствами Республики Татарстан </w:t>
      </w:r>
      <w:r>
        <w:br/>
        <w:t>в 2018 году.</w:t>
      </w:r>
    </w:p>
    <w:p w:rsidR="00E70007" w:rsidRDefault="00E70007" w:rsidP="00E70007">
      <w:pPr>
        <w:jc w:val="both"/>
      </w:pPr>
      <w:r>
        <w:tab/>
      </w:r>
      <w:r w:rsidRPr="000B2551">
        <w:t xml:space="preserve">Просим </w:t>
      </w:r>
      <w:r>
        <w:t>оказать поддержку в распространении данного бюллетеня.</w:t>
      </w:r>
    </w:p>
    <w:p w:rsidR="00E70007" w:rsidRDefault="00E70007" w:rsidP="00E70007">
      <w:pPr>
        <w:jc w:val="both"/>
      </w:pPr>
    </w:p>
    <w:p w:rsidR="00E70007" w:rsidRDefault="00E70007" w:rsidP="00E70007">
      <w:pPr>
        <w:ind w:firstLine="708"/>
        <w:jc w:val="both"/>
      </w:pPr>
      <w:r>
        <w:t>Приложение: на 68 л. в 1 экз.</w:t>
      </w:r>
    </w:p>
    <w:p w:rsidR="00E70007" w:rsidRDefault="00E70007" w:rsidP="00E70007">
      <w:pPr>
        <w:jc w:val="both"/>
      </w:pPr>
    </w:p>
    <w:p w:rsidR="00E70007" w:rsidRDefault="00E70007" w:rsidP="00E70007">
      <w:pPr>
        <w:jc w:val="both"/>
      </w:pPr>
    </w:p>
    <w:p w:rsidR="00E70007" w:rsidRDefault="00E70007" w:rsidP="00E70007">
      <w:pPr>
        <w:jc w:val="both"/>
      </w:pPr>
      <w:r>
        <w:t>Председатель</w:t>
      </w:r>
    </w:p>
    <w:p w:rsidR="00E70007" w:rsidRDefault="00E70007" w:rsidP="00E70007">
      <w:pPr>
        <w:jc w:val="both"/>
      </w:pPr>
      <w:r>
        <w:t>Общественной молодежной палаты                                                 И.И. Суфияров</w:t>
      </w:r>
    </w:p>
    <w:sectPr w:rsidR="00E70007" w:rsidSect="0075235B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0628" w:rsidRDefault="000D0628">
      <w:r>
        <w:separator/>
      </w:r>
    </w:p>
  </w:endnote>
  <w:endnote w:type="continuationSeparator" w:id="0">
    <w:p w:rsidR="000D0628" w:rsidRDefault="000D06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0628" w:rsidRDefault="000D0628">
      <w:r>
        <w:separator/>
      </w:r>
    </w:p>
  </w:footnote>
  <w:footnote w:type="continuationSeparator" w:id="0">
    <w:p w:rsidR="000D0628" w:rsidRDefault="000D06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35B"/>
    <w:rsid w:val="00010190"/>
    <w:rsid w:val="0007130A"/>
    <w:rsid w:val="00092FB9"/>
    <w:rsid w:val="000A1E64"/>
    <w:rsid w:val="000B2551"/>
    <w:rsid w:val="000D0628"/>
    <w:rsid w:val="000E76E7"/>
    <w:rsid w:val="000F564C"/>
    <w:rsid w:val="001231B5"/>
    <w:rsid w:val="0013050D"/>
    <w:rsid w:val="001319FC"/>
    <w:rsid w:val="001849D4"/>
    <w:rsid w:val="002000E4"/>
    <w:rsid w:val="00225EA2"/>
    <w:rsid w:val="0026112E"/>
    <w:rsid w:val="00294CD0"/>
    <w:rsid w:val="002D0AB5"/>
    <w:rsid w:val="002E6CFC"/>
    <w:rsid w:val="00321009"/>
    <w:rsid w:val="003215B7"/>
    <w:rsid w:val="003308A1"/>
    <w:rsid w:val="003651DD"/>
    <w:rsid w:val="004475C0"/>
    <w:rsid w:val="00452906"/>
    <w:rsid w:val="00483672"/>
    <w:rsid w:val="004A53A5"/>
    <w:rsid w:val="004E4043"/>
    <w:rsid w:val="00507ACB"/>
    <w:rsid w:val="005952DE"/>
    <w:rsid w:val="005D6526"/>
    <w:rsid w:val="005E41E0"/>
    <w:rsid w:val="00626F7E"/>
    <w:rsid w:val="006D3725"/>
    <w:rsid w:val="006E6E39"/>
    <w:rsid w:val="006F0231"/>
    <w:rsid w:val="00702595"/>
    <w:rsid w:val="0075235B"/>
    <w:rsid w:val="00753A2A"/>
    <w:rsid w:val="0075689E"/>
    <w:rsid w:val="00761FD7"/>
    <w:rsid w:val="00764FFD"/>
    <w:rsid w:val="0077077A"/>
    <w:rsid w:val="007931DD"/>
    <w:rsid w:val="007B35E5"/>
    <w:rsid w:val="007D7825"/>
    <w:rsid w:val="008374D0"/>
    <w:rsid w:val="008B3E0D"/>
    <w:rsid w:val="008B49EB"/>
    <w:rsid w:val="00952A89"/>
    <w:rsid w:val="00965FBC"/>
    <w:rsid w:val="009D73F7"/>
    <w:rsid w:val="009E5ADF"/>
    <w:rsid w:val="00A24460"/>
    <w:rsid w:val="00A54DD4"/>
    <w:rsid w:val="00A63E21"/>
    <w:rsid w:val="00A906D7"/>
    <w:rsid w:val="00A9351C"/>
    <w:rsid w:val="00AD1450"/>
    <w:rsid w:val="00B14AB6"/>
    <w:rsid w:val="00B57728"/>
    <w:rsid w:val="00B63411"/>
    <w:rsid w:val="00B84961"/>
    <w:rsid w:val="00BD6FFD"/>
    <w:rsid w:val="00BD762B"/>
    <w:rsid w:val="00C40FDC"/>
    <w:rsid w:val="00C975A2"/>
    <w:rsid w:val="00CC46FF"/>
    <w:rsid w:val="00D14374"/>
    <w:rsid w:val="00D84D3F"/>
    <w:rsid w:val="00D84EE9"/>
    <w:rsid w:val="00D96E9A"/>
    <w:rsid w:val="00DF5C19"/>
    <w:rsid w:val="00DF7F43"/>
    <w:rsid w:val="00E41CB1"/>
    <w:rsid w:val="00E70007"/>
    <w:rsid w:val="00E8113A"/>
    <w:rsid w:val="00EB5A34"/>
    <w:rsid w:val="00EE1C5E"/>
    <w:rsid w:val="00FA2F7F"/>
    <w:rsid w:val="00FF3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4562646-AE28-44BA-BAE1-C62D7DDF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A2F7F"/>
    <w:rPr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E5AD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E5ADF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E41CB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626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rsid w:val="00BD762B"/>
  </w:style>
  <w:style w:type="character" w:styleId="a8">
    <w:name w:val="annotation reference"/>
    <w:basedOn w:val="a0"/>
    <w:rsid w:val="00C975A2"/>
    <w:rPr>
      <w:sz w:val="16"/>
      <w:szCs w:val="16"/>
    </w:rPr>
  </w:style>
  <w:style w:type="paragraph" w:styleId="a9">
    <w:name w:val="annotation text"/>
    <w:basedOn w:val="a"/>
    <w:link w:val="aa"/>
    <w:rsid w:val="00C975A2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rsid w:val="00C975A2"/>
  </w:style>
  <w:style w:type="paragraph" w:styleId="ab">
    <w:name w:val="annotation subject"/>
    <w:basedOn w:val="a9"/>
    <w:next w:val="a9"/>
    <w:link w:val="ac"/>
    <w:rsid w:val="00C975A2"/>
    <w:rPr>
      <w:b/>
      <w:bCs/>
    </w:rPr>
  </w:style>
  <w:style w:type="character" w:customStyle="1" w:styleId="ac">
    <w:name w:val="Тема примечания Знак"/>
    <w:basedOn w:val="aa"/>
    <w:link w:val="ab"/>
    <w:rsid w:val="00C975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969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4;&#1052;&#1055;\III%20&#1089;&#1086;&#1079;&#1099;&#1074;\&#1041;&#1083;&#1072;&#1085;&#1082;&#1080;\&#1041;&#1083;&#1072;&#1085;&#1082;%20&#1054;&#1073;&#1097;&#1077;&#1089;&#1090;&#1074;&#1077;&#1085;&#1085;&#1086;&#1081;%20&#1084;&#1086;&#1083;&#1086;&#1076;&#1077;&#1078;&#1085;&#1086;&#1081;%20&#1087;&#1072;&#1083;&#1072;&#1090;&#1099;%20&#1087;&#1088;&#1080;%20&#1043;&#1057;%20&#1056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 Общественной молодежной палаты при ГС РТ</Template>
  <TotalTime>93</TotalTime>
  <Pages>1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GSRT</Company>
  <LinksUpToDate>false</LinksUpToDate>
  <CharactersWithSpaces>12945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Ильдар Суфияров</dc:creator>
  <cp:keywords/>
  <dc:description/>
  <cp:lastModifiedBy>Ильдар Суфияров</cp:lastModifiedBy>
  <cp:revision>15</cp:revision>
  <cp:lastPrinted>2010-02-09T16:44:00Z</cp:lastPrinted>
  <dcterms:created xsi:type="dcterms:W3CDTF">2017-10-05T13:59:00Z</dcterms:created>
  <dcterms:modified xsi:type="dcterms:W3CDTF">2018-02-13T17:33:00Z</dcterms:modified>
</cp:coreProperties>
</file>